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9708AD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>_</w:t>
      </w:r>
      <w:r w:rsidR="00804127">
        <w:rPr>
          <w:rFonts w:ascii="Arial Narrow" w:hAnsi="Arial Narrow"/>
          <w:sz w:val="22"/>
          <w:lang w:val="de-DE"/>
        </w:rPr>
        <w:t>. Sitzung | WS13/</w:t>
      </w:r>
      <w:r w:rsidR="000C1EB8">
        <w:rPr>
          <w:rFonts w:ascii="Arial Narrow" w:hAnsi="Arial Narrow"/>
          <w:sz w:val="22"/>
          <w:lang w:val="de-DE"/>
        </w:rPr>
        <w:t>1</w:t>
      </w:r>
      <w:r w:rsidR="00804127">
        <w:rPr>
          <w:rFonts w:ascii="Arial Narrow" w:hAnsi="Arial Narrow"/>
          <w:sz w:val="22"/>
          <w:lang w:val="de-DE"/>
        </w:rPr>
        <w:t>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17D07">
        <w:rPr>
          <w:rFonts w:ascii="Arial Narrow" w:hAnsi="Arial Narrow"/>
          <w:noProof/>
          <w:sz w:val="22"/>
          <w:lang w:val="de-DE"/>
        </w:rPr>
        <w:t>07.10.2013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708AD">
        <w:rPr>
          <w:rFonts w:ascii="Arial Narrow" w:hAnsi="Arial Narrow"/>
          <w:sz w:val="22"/>
          <w:lang w:val="de-DE"/>
        </w:rPr>
        <w:t>13.00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9708AD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OKAY</w:t>
      </w:r>
    </w:p>
    <w:p w:rsidR="009708AD" w:rsidRDefault="009708AD" w:rsidP="009708AD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Sollen wir eine Veranstaltung machen</w:t>
      </w:r>
    </w:p>
    <w:p w:rsidR="009708AD" w:rsidRDefault="009708AD" w:rsidP="009708AD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Wann</w:t>
      </w:r>
    </w:p>
    <w:p w:rsidR="009708AD" w:rsidRDefault="009708AD" w:rsidP="009708AD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kümmert sich drum</w:t>
      </w:r>
    </w:p>
    <w:p w:rsidR="001F60EA" w:rsidRDefault="009708AD" w:rsidP="001F60E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Posten wir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Party auf unserer Seite.</w:t>
      </w:r>
    </w:p>
    <w:p w:rsidR="001F60EA" w:rsidRDefault="001F60EA" w:rsidP="001F60E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VST</w:t>
      </w:r>
    </w:p>
    <w:p w:rsidR="001F60EA" w:rsidRDefault="001F60EA" w:rsidP="001F60E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Wie geht es weiter</w:t>
      </w:r>
    </w:p>
    <w:p w:rsidR="001F60EA" w:rsidRDefault="001F60EA" w:rsidP="001F60E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ist bei dem Workshop dabei</w:t>
      </w:r>
    </w:p>
    <w:p w:rsidR="001F60EA" w:rsidRPr="001F60EA" w:rsidRDefault="001F60EA" w:rsidP="00217D07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sectPr w:rsidR="001F60EA" w:rsidRPr="001F60EA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D07" w:rsidRDefault="00217D07">
      <w:pPr>
        <w:spacing w:line="20" w:lineRule="exact"/>
      </w:pPr>
    </w:p>
  </w:endnote>
  <w:endnote w:type="continuationSeparator" w:id="0">
    <w:p w:rsidR="00217D07" w:rsidRDefault="00217D0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17D07" w:rsidRDefault="00217D0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D07" w:rsidRDefault="00217D0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17D07" w:rsidRDefault="00217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D07" w:rsidRDefault="00217D0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17D07" w:rsidRDefault="00217D0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17D07" w:rsidRPr="00CF0EE6" w:rsidRDefault="00217D07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WS13/14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25D9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217D07" w:rsidRPr="00CF0EE6" w:rsidRDefault="00217D0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217D07" w:rsidRPr="00CF0EE6" w:rsidRDefault="00217D0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217D07" w:rsidRPr="00CF0EE6" w:rsidRDefault="00217D0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1F60EA"/>
    <w:rsid w:val="00203683"/>
    <w:rsid w:val="00211E26"/>
    <w:rsid w:val="00217D07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D94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08AD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3-14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58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2</cp:revision>
  <cp:lastPrinted>2013-10-07T11:08:00Z</cp:lastPrinted>
  <dcterms:created xsi:type="dcterms:W3CDTF">2013-10-07T13:39:00Z</dcterms:created>
  <dcterms:modified xsi:type="dcterms:W3CDTF">2013-10-07T13:39:00Z</dcterms:modified>
</cp:coreProperties>
</file>